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CC0" w:rsidRDefault="006B1E95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6DEE303" wp14:editId="644BF0A1">
                <wp:simplePos x="0" y="0"/>
                <wp:positionH relativeFrom="column">
                  <wp:posOffset>10795</wp:posOffset>
                </wp:positionH>
                <wp:positionV relativeFrom="paragraph">
                  <wp:posOffset>-334645</wp:posOffset>
                </wp:positionV>
                <wp:extent cx="9242425" cy="6800850"/>
                <wp:effectExtent l="0" t="0" r="0" b="635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242425" cy="680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:rsidR="00F20569" w:rsidRDefault="00F20569" w:rsidP="00503734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Visual Arts Foundations</w:t>
                            </w:r>
                          </w:p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10"/>
                              <w:gridCol w:w="3323"/>
                              <w:gridCol w:w="857"/>
                              <w:gridCol w:w="5817"/>
                              <w:gridCol w:w="695"/>
                              <w:gridCol w:w="744"/>
                              <w:gridCol w:w="871"/>
                              <w:gridCol w:w="1365"/>
                            </w:tblGrid>
                            <w:tr w:rsidR="00F20569" w:rsidRPr="005A09C5" w:rsidTr="00011A21">
                              <w:trPr>
                                <w:trHeight w:val="393"/>
                              </w:trPr>
                              <w:tc>
                                <w:tcPr>
                                  <w:tcW w:w="810" w:type="dxa"/>
                                  <w:shd w:val="clear" w:color="auto" w:fill="C4BC96"/>
                                </w:tcPr>
                                <w:p w:rsidR="00F20569" w:rsidRPr="005A09C5" w:rsidRDefault="00F20569" w:rsidP="005A09C5">
                                  <w:pPr>
                                    <w:spacing w:after="0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Name:</w:t>
                                  </w:r>
                                </w:p>
                              </w:tc>
                              <w:tc>
                                <w:tcPr>
                                  <w:tcW w:w="3398" w:type="dxa"/>
                                </w:tcPr>
                                <w:p w:rsidR="00F20569" w:rsidRPr="005A09C5" w:rsidRDefault="00F20569" w:rsidP="005A09C5">
                                  <w:pPr>
                                    <w:spacing w:after="0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3" w:type="dxa"/>
                                  <w:shd w:val="clear" w:color="auto" w:fill="C4BC96" w:themeFill="background2" w:themeFillShade="BF"/>
                                </w:tcPr>
                                <w:p w:rsidR="00F20569" w:rsidRPr="005A09C5" w:rsidRDefault="00F20569" w:rsidP="005A09C5">
                                  <w:pPr>
                                    <w:spacing w:after="0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Unit</w:t>
                                  </w:r>
                                </w:p>
                              </w:tc>
                              <w:tc>
                                <w:tcPr>
                                  <w:tcW w:w="5933" w:type="dxa"/>
                                  <w:shd w:val="clear" w:color="auto" w:fill="auto"/>
                                  <w:vAlign w:val="center"/>
                                </w:tcPr>
                                <w:p w:rsidR="00F20569" w:rsidRPr="005A09C5" w:rsidRDefault="00F20569" w:rsidP="00652993">
                                  <w:pPr>
                                    <w:spacing w:after="0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 xml:space="preserve">Oil Painting </w:t>
                                  </w:r>
                                </w:p>
                              </w:tc>
                              <w:tc>
                                <w:tcPr>
                                  <w:tcW w:w="697" w:type="dxa"/>
                                  <w:shd w:val="clear" w:color="auto" w:fill="C4BC96"/>
                                </w:tcPr>
                                <w:p w:rsidR="00F20569" w:rsidRPr="005A09C5" w:rsidRDefault="00F20569" w:rsidP="005A09C5">
                                  <w:pPr>
                                    <w:spacing w:after="0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745" w:type="dxa"/>
                                  <w:shd w:val="clear" w:color="auto" w:fill="auto"/>
                                  <w:vAlign w:val="center"/>
                                </w:tcPr>
                                <w:p w:rsidR="00F20569" w:rsidRPr="005A09C5" w:rsidRDefault="00F20569" w:rsidP="005A09C5">
                                  <w:pPr>
                                    <w:spacing w:after="0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April</w:t>
                                  </w:r>
                                </w:p>
                              </w:tc>
                              <w:tc>
                                <w:tcPr>
                                  <w:tcW w:w="875" w:type="dxa"/>
                                  <w:shd w:val="clear" w:color="auto" w:fill="C4BC96"/>
                                </w:tcPr>
                                <w:p w:rsidR="00F20569" w:rsidRPr="005A09C5" w:rsidRDefault="00F20569" w:rsidP="005A09C5">
                                  <w:pPr>
                                    <w:spacing w:after="0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 xml:space="preserve"> score</w:t>
                                  </w:r>
                                </w:p>
                              </w:tc>
                              <w:tc>
                                <w:tcPr>
                                  <w:tcW w:w="1393" w:type="dxa"/>
                                  <w:shd w:val="clear" w:color="auto" w:fill="auto"/>
                                  <w:vAlign w:val="center"/>
                                </w:tcPr>
                                <w:p w:rsidR="00F20569" w:rsidRPr="005A09C5" w:rsidRDefault="00F20569" w:rsidP="005A09C5">
                                  <w:pPr>
                                    <w:spacing w:after="0"/>
                                    <w:jc w:val="right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20569" w:rsidRDefault="00F20569"/>
                          <w:tbl>
                            <w:tblPr>
                              <w:tblW w:w="14284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93"/>
                              <w:gridCol w:w="2089"/>
                              <w:gridCol w:w="2483"/>
                              <w:gridCol w:w="1347"/>
                              <w:gridCol w:w="1347"/>
                              <w:gridCol w:w="1347"/>
                              <w:gridCol w:w="1347"/>
                              <w:gridCol w:w="3931"/>
                            </w:tblGrid>
                            <w:tr w:rsidR="00F20569" w:rsidRPr="005A09C5" w:rsidTr="00E57D16">
                              <w:tc>
                                <w:tcPr>
                                  <w:tcW w:w="393" w:type="dxa"/>
                                  <w:shd w:val="clear" w:color="auto" w:fill="auto"/>
                                </w:tcPr>
                                <w:p w:rsidR="00F20569" w:rsidRPr="005A09C5" w:rsidRDefault="00F20569" w:rsidP="005A09C5">
                                  <w:pPr>
                                    <w:spacing w:after="0"/>
                                  </w:pPr>
                                </w:p>
                              </w:tc>
                              <w:tc>
                                <w:tcPr>
                                  <w:tcW w:w="2089" w:type="dxa"/>
                                  <w:shd w:val="clear" w:color="auto" w:fill="auto"/>
                                </w:tcPr>
                                <w:p w:rsidR="00F20569" w:rsidRPr="005A09C5" w:rsidRDefault="00F20569" w:rsidP="005A09C5">
                                  <w:pPr>
                                    <w:spacing w:after="0"/>
                                  </w:pPr>
                                </w:p>
                              </w:tc>
                              <w:tc>
                                <w:tcPr>
                                  <w:tcW w:w="2483" w:type="dxa"/>
                                  <w:shd w:val="clear" w:color="auto" w:fill="auto"/>
                                  <w:vAlign w:val="center"/>
                                </w:tcPr>
                                <w:p w:rsidR="00F20569" w:rsidRPr="006552EE" w:rsidRDefault="00F20569" w:rsidP="005A09C5">
                                  <w:pPr>
                                    <w:spacing w:after="0"/>
                                    <w:rPr>
                                      <w:color w:val="800000"/>
                                      <w:sz w:val="18"/>
                                      <w:szCs w:val="18"/>
                                    </w:rPr>
                                  </w:pPr>
                                  <w:r w:rsidRPr="006552EE">
                                    <w:rPr>
                                      <w:color w:val="800000"/>
                                      <w:sz w:val="18"/>
                                      <w:szCs w:val="18"/>
                                    </w:rPr>
                                    <w:t>Highlighted areas below need further development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F20569" w:rsidRPr="005A09C5" w:rsidRDefault="00F20569" w:rsidP="005A09C5">
                                  <w:p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A09C5">
                                    <w:rPr>
                                      <w:sz w:val="16"/>
                                      <w:szCs w:val="16"/>
                                    </w:rPr>
                                    <w:t>Entries show a complete understanding of the criteria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/>
                                  <w:vAlign w:val="center"/>
                                </w:tcPr>
                                <w:p w:rsidR="00F20569" w:rsidRPr="005A09C5" w:rsidRDefault="00F20569" w:rsidP="005A09C5">
                                  <w:p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A09C5">
                                    <w:rPr>
                                      <w:sz w:val="16"/>
                                      <w:szCs w:val="16"/>
                                    </w:rPr>
                                    <w:t>Entries show a good understanding of the criteria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F20569" w:rsidRPr="005A09C5" w:rsidRDefault="00F20569" w:rsidP="005A09C5">
                                  <w:p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A09C5">
                                    <w:rPr>
                                      <w:sz w:val="16"/>
                                      <w:szCs w:val="16"/>
                                    </w:rPr>
                                    <w:t>Entries show an emerging understanding of the criteria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 w:themeFill="background2" w:themeFillShade="E6"/>
                                </w:tcPr>
                                <w:p w:rsidR="00F20569" w:rsidRPr="005A09C5" w:rsidRDefault="00F20569" w:rsidP="005A09C5">
                                  <w:p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A09C5">
                                    <w:rPr>
                                      <w:sz w:val="16"/>
                                      <w:szCs w:val="16"/>
                                    </w:rPr>
                                    <w:t>Entries show very little understanding of the criteria</w:t>
                                  </w:r>
                                </w:p>
                              </w:tc>
                              <w:tc>
                                <w:tcPr>
                                  <w:tcW w:w="3931" w:type="dxa"/>
                                  <w:shd w:val="clear" w:color="auto" w:fill="auto"/>
                                  <w:vAlign w:val="center"/>
                                </w:tcPr>
                                <w:p w:rsidR="00F20569" w:rsidRPr="005A09C5" w:rsidRDefault="00F20569" w:rsidP="00E57D16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Comments</w:t>
                                  </w:r>
                                </w:p>
                              </w:tc>
                            </w:tr>
                            <w:tr w:rsidR="00F20569" w:rsidRPr="005A09C5" w:rsidTr="00E57D16">
                              <w:trPr>
                                <w:trHeight w:val="1437"/>
                              </w:trPr>
                              <w:tc>
                                <w:tcPr>
                                  <w:tcW w:w="393" w:type="dxa"/>
                                  <w:vMerge w:val="restart"/>
                                  <w:shd w:val="clear" w:color="auto" w:fill="auto"/>
                                  <w:textDirection w:val="btLr"/>
                                  <w:vAlign w:val="center"/>
                                </w:tcPr>
                                <w:p w:rsidR="00F20569" w:rsidRDefault="00F20569" w:rsidP="00E57D16">
                                  <w:pPr>
                                    <w:spacing w:after="0"/>
                                    <w:ind w:left="113" w:right="113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Sketchbook</w:t>
                                  </w:r>
                                </w:p>
                              </w:tc>
                              <w:tc>
                                <w:tcPr>
                                  <w:tcW w:w="2089" w:type="dxa"/>
                                  <w:shd w:val="clear" w:color="auto" w:fill="95B3D7"/>
                                  <w:vAlign w:val="center"/>
                                </w:tcPr>
                                <w:p w:rsidR="00F20569" w:rsidRPr="005A09C5" w:rsidRDefault="00F20569" w:rsidP="00011A21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Artist of the Week</w:t>
                                  </w:r>
                                </w:p>
                                <w:p w:rsidR="00F20569" w:rsidRPr="005A09C5" w:rsidRDefault="00F20569" w:rsidP="005A09C5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83" w:type="dxa"/>
                                  <w:shd w:val="clear" w:color="auto" w:fill="DBE5F1"/>
                                </w:tcPr>
                                <w:p w:rsidR="00F20569" w:rsidRDefault="00F20569" w:rsidP="00853B3F">
                                  <w:pPr>
                                    <w:pStyle w:val="ListParagraph"/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20569" w:rsidRDefault="00F20569" w:rsidP="00011A21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1A21">
                                    <w:rPr>
                                      <w:sz w:val="16"/>
                                      <w:szCs w:val="16"/>
                                    </w:rPr>
                                    <w:t>Background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of artist</w:t>
                                  </w:r>
                                </w:p>
                                <w:p w:rsidR="00F20569" w:rsidRDefault="00F20569" w:rsidP="00011A21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Thiebaud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/Gregory/</w:t>
                                  </w:r>
                                </w:p>
                                <w:p w:rsidR="00F20569" w:rsidRPr="00652993" w:rsidRDefault="00F20569" w:rsidP="00652993">
                                  <w:pPr>
                                    <w:spacing w:after="0"/>
                                    <w:ind w:left="72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652993">
                                    <w:rPr>
                                      <w:sz w:val="16"/>
                                      <w:szCs w:val="16"/>
                                    </w:rPr>
                                    <w:t>Dahlov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/ </w:t>
                                  </w:r>
                                  <w:proofErr w:type="spell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Okeeffe</w:t>
                                  </w:r>
                                  <w:proofErr w:type="spellEnd"/>
                                </w:p>
                                <w:p w:rsidR="00F20569" w:rsidRDefault="00F20569" w:rsidP="00011A21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1A21">
                                    <w:rPr>
                                      <w:sz w:val="16"/>
                                      <w:szCs w:val="16"/>
                                    </w:rPr>
                                    <w:t xml:space="preserve">Drawing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from artist</w:t>
                                  </w:r>
                                </w:p>
                                <w:p w:rsidR="00F20569" w:rsidRPr="00011A21" w:rsidRDefault="00F20569" w:rsidP="00011A21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Quotes</w:t>
                                  </w:r>
                                </w:p>
                                <w:p w:rsidR="00F20569" w:rsidRPr="00011A21" w:rsidRDefault="00F20569" w:rsidP="00011A21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1A21">
                                    <w:rPr>
                                      <w:sz w:val="16"/>
                                      <w:szCs w:val="16"/>
                                    </w:rPr>
                                    <w:t>Response to the artist</w:t>
                                  </w:r>
                                </w:p>
                                <w:p w:rsidR="00F20569" w:rsidRPr="00011A21" w:rsidRDefault="00F20569" w:rsidP="00011A21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Sources cited</w:t>
                                  </w:r>
                                </w:p>
                                <w:p w:rsidR="00F20569" w:rsidRPr="005A09C5" w:rsidRDefault="00F20569" w:rsidP="005A09C5">
                                  <w:p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F20569" w:rsidRPr="005A09C5" w:rsidRDefault="00F20569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/>
                                  <w:vAlign w:val="center"/>
                                </w:tcPr>
                                <w:p w:rsidR="00F20569" w:rsidRPr="005A09C5" w:rsidRDefault="00F20569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F20569" w:rsidRPr="005A09C5" w:rsidRDefault="00F20569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F20569" w:rsidRPr="005A09C5" w:rsidRDefault="00F20569" w:rsidP="00853B3F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931" w:type="dxa"/>
                                  <w:shd w:val="clear" w:color="auto" w:fill="auto"/>
                                  <w:vAlign w:val="center"/>
                                </w:tcPr>
                                <w:p w:rsidR="00F20569" w:rsidRPr="005A09C5" w:rsidRDefault="00F20569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F20569" w:rsidRPr="005A09C5" w:rsidTr="00E57D16">
                              <w:trPr>
                                <w:trHeight w:val="1437"/>
                              </w:trPr>
                              <w:tc>
                                <w:tcPr>
                                  <w:tcW w:w="393" w:type="dxa"/>
                                  <w:vMerge/>
                                  <w:shd w:val="clear" w:color="auto" w:fill="auto"/>
                                  <w:textDirection w:val="btLr"/>
                                  <w:vAlign w:val="center"/>
                                </w:tcPr>
                                <w:p w:rsidR="00F20569" w:rsidRPr="005A09C5" w:rsidRDefault="00F20569" w:rsidP="00E57D16">
                                  <w:pPr>
                                    <w:spacing w:after="0"/>
                                    <w:ind w:left="113" w:right="113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89" w:type="dxa"/>
                                  <w:shd w:val="clear" w:color="auto" w:fill="92CDDC"/>
                                  <w:vAlign w:val="center"/>
                                </w:tcPr>
                                <w:p w:rsidR="00F20569" w:rsidRPr="005A09C5" w:rsidRDefault="00F20569" w:rsidP="00011A21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Drawings EDM</w:t>
                                  </w:r>
                                </w:p>
                              </w:tc>
                              <w:tc>
                                <w:tcPr>
                                  <w:tcW w:w="2483" w:type="dxa"/>
                                  <w:shd w:val="clear" w:color="auto" w:fill="B6DDE8"/>
                                </w:tcPr>
                                <w:p w:rsidR="00F20569" w:rsidRPr="00E57D16" w:rsidRDefault="00F20569" w:rsidP="00E57D16">
                                  <w:p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20569" w:rsidRDefault="007E23A8" w:rsidP="00E57D16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Favorite place</w:t>
                                  </w:r>
                                </w:p>
                                <w:p w:rsidR="007E23A8" w:rsidRDefault="007E23A8" w:rsidP="00E57D16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Plant</w:t>
                                  </w:r>
                                </w:p>
                                <w:p w:rsidR="007E23A8" w:rsidRDefault="007E23A8" w:rsidP="00E57D16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Animal</w:t>
                                  </w:r>
                                </w:p>
                                <w:p w:rsidR="007E23A8" w:rsidRDefault="007E23A8" w:rsidP="00E57D16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Happy</w:t>
                                  </w:r>
                                </w:p>
                                <w:p w:rsidR="007E23A8" w:rsidRPr="00E57D16" w:rsidRDefault="007E23A8" w:rsidP="00E57D16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Stack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F20569" w:rsidRPr="005A09C5" w:rsidRDefault="00F20569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/>
                                  <w:vAlign w:val="center"/>
                                </w:tcPr>
                                <w:p w:rsidR="00F20569" w:rsidRPr="005A09C5" w:rsidRDefault="00F20569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F20569" w:rsidRPr="005A09C5" w:rsidRDefault="00F20569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F20569" w:rsidRPr="005A09C5" w:rsidRDefault="00F20569" w:rsidP="00853B3F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931" w:type="dxa"/>
                                  <w:shd w:val="clear" w:color="auto" w:fill="auto"/>
                                  <w:vAlign w:val="center"/>
                                </w:tcPr>
                                <w:p w:rsidR="00F20569" w:rsidRPr="005A09C5" w:rsidRDefault="00F20569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F20569" w:rsidRPr="005A09C5" w:rsidTr="00E57D16">
                              <w:trPr>
                                <w:trHeight w:val="1437"/>
                              </w:trPr>
                              <w:tc>
                                <w:tcPr>
                                  <w:tcW w:w="393" w:type="dxa"/>
                                  <w:vMerge/>
                                  <w:shd w:val="clear" w:color="auto" w:fill="auto"/>
                                  <w:textDirection w:val="btLr"/>
                                  <w:vAlign w:val="center"/>
                                </w:tcPr>
                                <w:p w:rsidR="00F20569" w:rsidRPr="005A09C5" w:rsidRDefault="00F20569" w:rsidP="00E57D16">
                                  <w:pPr>
                                    <w:spacing w:after="0"/>
                                    <w:ind w:left="113" w:right="113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89" w:type="dxa"/>
                                  <w:shd w:val="clear" w:color="auto" w:fill="B2A1C7"/>
                                  <w:vAlign w:val="center"/>
                                </w:tcPr>
                                <w:p w:rsidR="00F20569" w:rsidRPr="005A09C5" w:rsidRDefault="00F20569" w:rsidP="00011A21">
                                  <w:pPr>
                                    <w:spacing w:after="0"/>
                                    <w:jc w:val="center"/>
                                  </w:pPr>
                                  <w:r w:rsidRPr="005A09C5">
                                    <w:rPr>
                                      <w:sz w:val="16"/>
                                      <w:szCs w:val="16"/>
                                    </w:rPr>
                                    <w:t>Reflections</w:t>
                                  </w:r>
                                </w:p>
                              </w:tc>
                              <w:tc>
                                <w:tcPr>
                                  <w:tcW w:w="2483" w:type="dxa"/>
                                  <w:shd w:val="clear" w:color="auto" w:fill="CCC0D9"/>
                                </w:tcPr>
                                <w:p w:rsidR="00F20569" w:rsidRDefault="00F20569" w:rsidP="00011A21">
                                  <w:p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20569" w:rsidRPr="00011A21" w:rsidRDefault="00F20569" w:rsidP="00011A21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1A21">
                                    <w:rPr>
                                      <w:sz w:val="16"/>
                                      <w:szCs w:val="16"/>
                                    </w:rPr>
                                    <w:t>Digital image of finished piece</w:t>
                                  </w:r>
                                </w:p>
                                <w:p w:rsidR="00F20569" w:rsidRPr="00011A21" w:rsidRDefault="007E23A8" w:rsidP="00011A21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Ongoing r</w:t>
                                  </w:r>
                                  <w:bookmarkStart w:id="0" w:name="_GoBack"/>
                                  <w:bookmarkEnd w:id="0"/>
                                  <w:r w:rsidR="00F20569">
                                    <w:rPr>
                                      <w:sz w:val="16"/>
                                      <w:szCs w:val="16"/>
                                    </w:rPr>
                                    <w:t>eflections on</w:t>
                                  </w:r>
                                  <w:r w:rsidR="00F20569" w:rsidRPr="00011A21">
                                    <w:rPr>
                                      <w:sz w:val="16"/>
                                      <w:szCs w:val="16"/>
                                    </w:rPr>
                                    <w:t xml:space="preserve"> process</w:t>
                                  </w:r>
                                </w:p>
                                <w:p w:rsidR="00F20569" w:rsidRPr="00011A21" w:rsidRDefault="00F20569" w:rsidP="00011A21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1A21">
                                    <w:rPr>
                                      <w:sz w:val="16"/>
                                      <w:szCs w:val="16"/>
                                    </w:rPr>
                                    <w:t>What was learned in the process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F20569" w:rsidRPr="005A09C5" w:rsidRDefault="00F20569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/>
                                  <w:vAlign w:val="center"/>
                                </w:tcPr>
                                <w:p w:rsidR="00F20569" w:rsidRPr="005A09C5" w:rsidRDefault="00F20569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F20569" w:rsidRPr="005A09C5" w:rsidRDefault="00F20569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F20569" w:rsidRPr="005A09C5" w:rsidRDefault="00F20569" w:rsidP="00853B3F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931" w:type="dxa"/>
                                  <w:shd w:val="clear" w:color="auto" w:fill="auto"/>
                                  <w:vAlign w:val="center"/>
                                </w:tcPr>
                                <w:p w:rsidR="00F20569" w:rsidRPr="005A09C5" w:rsidRDefault="00F20569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F20569" w:rsidRPr="005A09C5" w:rsidTr="00E57D16">
                              <w:trPr>
                                <w:trHeight w:val="1437"/>
                              </w:trPr>
                              <w:tc>
                                <w:tcPr>
                                  <w:tcW w:w="393" w:type="dxa"/>
                                  <w:vMerge/>
                                  <w:shd w:val="clear" w:color="auto" w:fill="auto"/>
                                  <w:textDirection w:val="btLr"/>
                                  <w:vAlign w:val="center"/>
                                </w:tcPr>
                                <w:p w:rsidR="00F20569" w:rsidRPr="005A09C5" w:rsidRDefault="00F20569" w:rsidP="00E57D16">
                                  <w:pPr>
                                    <w:spacing w:after="0"/>
                                    <w:ind w:left="113" w:right="113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89" w:type="dxa"/>
                                  <w:shd w:val="clear" w:color="auto" w:fill="D99594"/>
                                  <w:vAlign w:val="center"/>
                                </w:tcPr>
                                <w:p w:rsidR="00F20569" w:rsidRPr="005A09C5" w:rsidRDefault="00F20569" w:rsidP="005A09C5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A09C5">
                                    <w:rPr>
                                      <w:sz w:val="16"/>
                                      <w:szCs w:val="16"/>
                                    </w:rPr>
                                    <w:t>Layout</w:t>
                                  </w:r>
                                </w:p>
                              </w:tc>
                              <w:tc>
                                <w:tcPr>
                                  <w:tcW w:w="2483" w:type="dxa"/>
                                  <w:shd w:val="clear" w:color="auto" w:fill="F2DBDB"/>
                                </w:tcPr>
                                <w:p w:rsidR="00F20569" w:rsidRDefault="00F20569" w:rsidP="00853B3F">
                                  <w:pPr>
                                    <w:pStyle w:val="ListParagraph"/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20569" w:rsidRPr="000B1713" w:rsidRDefault="00F20569" w:rsidP="000B1713">
                                  <w:pPr>
                                    <w:pStyle w:val="ListParagraph"/>
                                    <w:numPr>
                                      <w:ilvl w:val="0"/>
                                      <w:numId w:val="7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0B1713">
                                    <w:rPr>
                                      <w:sz w:val="16"/>
                                      <w:szCs w:val="16"/>
                                    </w:rPr>
                                    <w:t>Well designed</w:t>
                                  </w:r>
                                  <w:proofErr w:type="spellEnd"/>
                                  <w:r w:rsidRPr="000B1713">
                                    <w:rPr>
                                      <w:sz w:val="16"/>
                                      <w:szCs w:val="16"/>
                                    </w:rPr>
                                    <w:t xml:space="preserve"> pages</w:t>
                                  </w:r>
                                </w:p>
                                <w:p w:rsidR="00F20569" w:rsidRDefault="00F20569" w:rsidP="000B1713">
                                  <w:p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20569" w:rsidRPr="000B1713" w:rsidRDefault="00F20569" w:rsidP="000B1713">
                                  <w:pPr>
                                    <w:pStyle w:val="ListParagraph"/>
                                    <w:numPr>
                                      <w:ilvl w:val="0"/>
                                      <w:numId w:val="7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B1713">
                                    <w:rPr>
                                      <w:sz w:val="16"/>
                                      <w:szCs w:val="16"/>
                                    </w:rPr>
                                    <w:t>Balance between word and image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F20569" w:rsidRPr="005A09C5" w:rsidRDefault="00F20569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/>
                                  <w:vAlign w:val="center"/>
                                </w:tcPr>
                                <w:p w:rsidR="00F20569" w:rsidRPr="005A09C5" w:rsidRDefault="00F20569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F20569" w:rsidRPr="005A09C5" w:rsidRDefault="00F20569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F20569" w:rsidRPr="005A09C5" w:rsidRDefault="00F20569" w:rsidP="00853B3F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931" w:type="dxa"/>
                                  <w:shd w:val="clear" w:color="auto" w:fill="auto"/>
                                  <w:vAlign w:val="center"/>
                                </w:tcPr>
                                <w:p w:rsidR="00F20569" w:rsidRPr="005A09C5" w:rsidRDefault="00F20569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F20569" w:rsidRPr="005A09C5" w:rsidTr="00E57D16">
                              <w:trPr>
                                <w:cantSplit/>
                                <w:trHeight w:val="1437"/>
                              </w:trPr>
                              <w:tc>
                                <w:tcPr>
                                  <w:tcW w:w="393" w:type="dxa"/>
                                  <w:shd w:val="clear" w:color="auto" w:fill="auto"/>
                                  <w:textDirection w:val="btLr"/>
                                  <w:vAlign w:val="center"/>
                                </w:tcPr>
                                <w:p w:rsidR="00F20569" w:rsidRDefault="00F20569" w:rsidP="00E57D16">
                                  <w:pPr>
                                    <w:spacing w:after="0"/>
                                    <w:ind w:left="113" w:right="113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Studio  Project</w:t>
                                  </w:r>
                                </w:p>
                              </w:tc>
                              <w:tc>
                                <w:tcPr>
                                  <w:tcW w:w="2089" w:type="dxa"/>
                                  <w:shd w:val="clear" w:color="auto" w:fill="FABF8F" w:themeFill="accent6" w:themeFillTint="99"/>
                                  <w:vAlign w:val="center"/>
                                </w:tcPr>
                                <w:p w:rsidR="00F20569" w:rsidRPr="005A09C5" w:rsidRDefault="00F20569" w:rsidP="005A09C5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Studio Work</w:t>
                                  </w:r>
                                </w:p>
                              </w:tc>
                              <w:tc>
                                <w:tcPr>
                                  <w:tcW w:w="2483" w:type="dxa"/>
                                  <w:shd w:val="clear" w:color="auto" w:fill="FABF8F" w:themeFill="accent6" w:themeFillTint="99"/>
                                </w:tcPr>
                                <w:p w:rsidR="00F20569" w:rsidRPr="00E57D16" w:rsidRDefault="00F20569" w:rsidP="00E57D16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E57D16">
                                    <w:rPr>
                                      <w:sz w:val="16"/>
                                      <w:szCs w:val="16"/>
                                    </w:rPr>
                                    <w:t>Craftsmanship</w:t>
                                  </w:r>
                                </w:p>
                                <w:p w:rsidR="00F20569" w:rsidRPr="00652993" w:rsidRDefault="00F20569" w:rsidP="00652993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52993">
                                    <w:rPr>
                                      <w:sz w:val="16"/>
                                      <w:szCs w:val="16"/>
                                    </w:rPr>
                                    <w:t>Composition</w:t>
                                  </w:r>
                                </w:p>
                                <w:p w:rsidR="00F20569" w:rsidRDefault="00F20569" w:rsidP="00652993">
                                  <w:pPr>
                                    <w:pStyle w:val="ListParagraph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Values/shadow/edges/palette</w:t>
                                  </w:r>
                                </w:p>
                                <w:p w:rsidR="00F20569" w:rsidRPr="00E57D16" w:rsidRDefault="00F20569" w:rsidP="00E57D16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E57D16">
                                    <w:rPr>
                                      <w:sz w:val="16"/>
                                      <w:szCs w:val="16"/>
                                    </w:rPr>
                                    <w:t>Creativity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F20569" w:rsidRPr="005A09C5" w:rsidRDefault="00F20569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/>
                                  <w:vAlign w:val="center"/>
                                </w:tcPr>
                                <w:p w:rsidR="00F20569" w:rsidRPr="005A09C5" w:rsidRDefault="00F20569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F20569" w:rsidRPr="005A09C5" w:rsidRDefault="00F20569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F20569" w:rsidRPr="005A09C5" w:rsidRDefault="00F20569" w:rsidP="00853B3F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931" w:type="dxa"/>
                                  <w:shd w:val="clear" w:color="auto" w:fill="auto"/>
                                  <w:vAlign w:val="center"/>
                                </w:tcPr>
                                <w:p w:rsidR="00F20569" w:rsidRPr="005A09C5" w:rsidRDefault="00F20569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20569" w:rsidRDefault="00F20569" w:rsidP="00C32D30">
                            <w:r>
                              <w:t xml:space="preserve"> </w:t>
                            </w:r>
                          </w:p>
                          <w:p w:rsidR="00F20569" w:rsidRDefault="00F2056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.85pt;margin-top:-26.35pt;width:727.75pt;height:53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" filled="f" stroked="f">
                <v:path arrowok="t"/>
                <v:textbox>
                  <w:txbxContent>
                    <w:p w:rsidR="00F20569" w:rsidRDefault="00F20569" w:rsidP="00503734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 Visual Arts Foundations</w:t>
                      </w:r>
                    </w:p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10"/>
                        <w:gridCol w:w="3323"/>
                        <w:gridCol w:w="857"/>
                        <w:gridCol w:w="5817"/>
                        <w:gridCol w:w="695"/>
                        <w:gridCol w:w="744"/>
                        <w:gridCol w:w="871"/>
                        <w:gridCol w:w="1365"/>
                      </w:tblGrid>
                      <w:tr w:rsidR="00F20569" w:rsidRPr="005A09C5" w:rsidTr="00011A21">
                        <w:trPr>
                          <w:trHeight w:val="393"/>
                        </w:trPr>
                        <w:tc>
                          <w:tcPr>
                            <w:tcW w:w="810" w:type="dxa"/>
                            <w:shd w:val="clear" w:color="auto" w:fill="C4BC96"/>
                          </w:tcPr>
                          <w:p w:rsidR="00F20569" w:rsidRPr="005A09C5" w:rsidRDefault="00F20569" w:rsidP="005A09C5">
                            <w:pPr>
                              <w:spacing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b/>
                                <w:sz w:val="20"/>
                                <w:szCs w:val="20"/>
                              </w:rPr>
                              <w:t>Name:</w:t>
                            </w:r>
                          </w:p>
                        </w:tc>
                        <w:tc>
                          <w:tcPr>
                            <w:tcW w:w="3398" w:type="dxa"/>
                          </w:tcPr>
                          <w:p w:rsidR="00F20569" w:rsidRPr="005A09C5" w:rsidRDefault="00F20569" w:rsidP="005A09C5">
                            <w:pPr>
                              <w:spacing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63" w:type="dxa"/>
                            <w:shd w:val="clear" w:color="auto" w:fill="C4BC96" w:themeFill="background2" w:themeFillShade="BF"/>
                          </w:tcPr>
                          <w:p w:rsidR="00F20569" w:rsidRPr="005A09C5" w:rsidRDefault="00F20569" w:rsidP="005A09C5">
                            <w:pPr>
                              <w:spacing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Unit</w:t>
                            </w:r>
                          </w:p>
                        </w:tc>
                        <w:tc>
                          <w:tcPr>
                            <w:tcW w:w="5933" w:type="dxa"/>
                            <w:shd w:val="clear" w:color="auto" w:fill="auto"/>
                            <w:vAlign w:val="center"/>
                          </w:tcPr>
                          <w:p w:rsidR="00F20569" w:rsidRPr="005A09C5" w:rsidRDefault="00F20569" w:rsidP="00652993">
                            <w:pPr>
                              <w:spacing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Oil Painting </w:t>
                            </w:r>
                          </w:p>
                        </w:tc>
                        <w:tc>
                          <w:tcPr>
                            <w:tcW w:w="697" w:type="dxa"/>
                            <w:shd w:val="clear" w:color="auto" w:fill="C4BC96"/>
                          </w:tcPr>
                          <w:p w:rsidR="00F20569" w:rsidRPr="005A09C5" w:rsidRDefault="00F20569" w:rsidP="005A09C5">
                            <w:pPr>
                              <w:spacing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b/>
                                <w:sz w:val="20"/>
                                <w:szCs w:val="20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745" w:type="dxa"/>
                            <w:shd w:val="clear" w:color="auto" w:fill="auto"/>
                            <w:vAlign w:val="center"/>
                          </w:tcPr>
                          <w:p w:rsidR="00F20569" w:rsidRPr="005A09C5" w:rsidRDefault="00F20569" w:rsidP="005A09C5">
                            <w:pPr>
                              <w:spacing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April</w:t>
                            </w:r>
                          </w:p>
                        </w:tc>
                        <w:tc>
                          <w:tcPr>
                            <w:tcW w:w="875" w:type="dxa"/>
                            <w:shd w:val="clear" w:color="auto" w:fill="C4BC96"/>
                          </w:tcPr>
                          <w:p w:rsidR="00F20569" w:rsidRPr="005A09C5" w:rsidRDefault="00F20569" w:rsidP="005A09C5">
                            <w:pPr>
                              <w:spacing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score</w:t>
                            </w:r>
                          </w:p>
                        </w:tc>
                        <w:tc>
                          <w:tcPr>
                            <w:tcW w:w="1393" w:type="dxa"/>
                            <w:shd w:val="clear" w:color="auto" w:fill="auto"/>
                            <w:vAlign w:val="center"/>
                          </w:tcPr>
                          <w:p w:rsidR="00F20569" w:rsidRPr="005A09C5" w:rsidRDefault="00F20569" w:rsidP="005A09C5">
                            <w:pPr>
                              <w:spacing w:after="0"/>
                              <w:jc w:val="right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F20569" w:rsidRDefault="00F20569"/>
                    <w:tbl>
                      <w:tblPr>
                        <w:tblW w:w="14284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393"/>
                        <w:gridCol w:w="2089"/>
                        <w:gridCol w:w="2483"/>
                        <w:gridCol w:w="1347"/>
                        <w:gridCol w:w="1347"/>
                        <w:gridCol w:w="1347"/>
                        <w:gridCol w:w="1347"/>
                        <w:gridCol w:w="3931"/>
                      </w:tblGrid>
                      <w:tr w:rsidR="00F20569" w:rsidRPr="005A09C5" w:rsidTr="00E57D16">
                        <w:tc>
                          <w:tcPr>
                            <w:tcW w:w="393" w:type="dxa"/>
                            <w:shd w:val="clear" w:color="auto" w:fill="auto"/>
                          </w:tcPr>
                          <w:p w:rsidR="00F20569" w:rsidRPr="005A09C5" w:rsidRDefault="00F20569" w:rsidP="005A09C5">
                            <w:pPr>
                              <w:spacing w:after="0"/>
                            </w:pPr>
                          </w:p>
                        </w:tc>
                        <w:tc>
                          <w:tcPr>
                            <w:tcW w:w="2089" w:type="dxa"/>
                            <w:shd w:val="clear" w:color="auto" w:fill="auto"/>
                          </w:tcPr>
                          <w:p w:rsidR="00F20569" w:rsidRPr="005A09C5" w:rsidRDefault="00F20569" w:rsidP="005A09C5">
                            <w:pPr>
                              <w:spacing w:after="0"/>
                            </w:pPr>
                          </w:p>
                        </w:tc>
                        <w:tc>
                          <w:tcPr>
                            <w:tcW w:w="2483" w:type="dxa"/>
                            <w:shd w:val="clear" w:color="auto" w:fill="auto"/>
                            <w:vAlign w:val="center"/>
                          </w:tcPr>
                          <w:p w:rsidR="00F20569" w:rsidRPr="006552EE" w:rsidRDefault="00F20569" w:rsidP="005A09C5">
                            <w:pPr>
                              <w:spacing w:after="0"/>
                              <w:rPr>
                                <w:color w:val="800000"/>
                                <w:sz w:val="18"/>
                                <w:szCs w:val="18"/>
                              </w:rPr>
                            </w:pPr>
                            <w:r w:rsidRPr="006552EE">
                              <w:rPr>
                                <w:color w:val="800000"/>
                                <w:sz w:val="18"/>
                                <w:szCs w:val="18"/>
                              </w:rPr>
                              <w:t>Highlighted areas below need further development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F20569" w:rsidRPr="005A09C5" w:rsidRDefault="00F20569" w:rsidP="005A09C5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5A09C5">
                              <w:rPr>
                                <w:sz w:val="16"/>
                                <w:szCs w:val="16"/>
                              </w:rPr>
                              <w:t>Entries show a complete understanding of the criteria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/>
                            <w:vAlign w:val="center"/>
                          </w:tcPr>
                          <w:p w:rsidR="00F20569" w:rsidRPr="005A09C5" w:rsidRDefault="00F20569" w:rsidP="005A09C5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5A09C5">
                              <w:rPr>
                                <w:sz w:val="16"/>
                                <w:szCs w:val="16"/>
                              </w:rPr>
                              <w:t>Entries show a good understanding of the criteria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F20569" w:rsidRPr="005A09C5" w:rsidRDefault="00F20569" w:rsidP="005A09C5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5A09C5">
                              <w:rPr>
                                <w:sz w:val="16"/>
                                <w:szCs w:val="16"/>
                              </w:rPr>
                              <w:t>Entries show an emerging understanding of the criteria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 w:themeFill="background2" w:themeFillShade="E6"/>
                          </w:tcPr>
                          <w:p w:rsidR="00F20569" w:rsidRPr="005A09C5" w:rsidRDefault="00F20569" w:rsidP="005A09C5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5A09C5">
                              <w:rPr>
                                <w:sz w:val="16"/>
                                <w:szCs w:val="16"/>
                              </w:rPr>
                              <w:t>Entries show very little understanding of the criteria</w:t>
                            </w:r>
                          </w:p>
                        </w:tc>
                        <w:tc>
                          <w:tcPr>
                            <w:tcW w:w="3931" w:type="dxa"/>
                            <w:shd w:val="clear" w:color="auto" w:fill="auto"/>
                            <w:vAlign w:val="center"/>
                          </w:tcPr>
                          <w:p w:rsidR="00F20569" w:rsidRPr="005A09C5" w:rsidRDefault="00F20569" w:rsidP="00E57D16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Comments</w:t>
                            </w:r>
                          </w:p>
                        </w:tc>
                      </w:tr>
                      <w:tr w:rsidR="00F20569" w:rsidRPr="005A09C5" w:rsidTr="00E57D16">
                        <w:trPr>
                          <w:trHeight w:val="1437"/>
                        </w:trPr>
                        <w:tc>
                          <w:tcPr>
                            <w:tcW w:w="393" w:type="dxa"/>
                            <w:vMerge w:val="restart"/>
                            <w:shd w:val="clear" w:color="auto" w:fill="auto"/>
                            <w:textDirection w:val="btLr"/>
                            <w:vAlign w:val="center"/>
                          </w:tcPr>
                          <w:p w:rsidR="00F20569" w:rsidRDefault="00F20569" w:rsidP="00E57D16">
                            <w:pPr>
                              <w:spacing w:after="0"/>
                              <w:ind w:left="113" w:right="11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Sketchbook</w:t>
                            </w:r>
                          </w:p>
                        </w:tc>
                        <w:tc>
                          <w:tcPr>
                            <w:tcW w:w="2089" w:type="dxa"/>
                            <w:shd w:val="clear" w:color="auto" w:fill="95B3D7"/>
                            <w:vAlign w:val="center"/>
                          </w:tcPr>
                          <w:p w:rsidR="00F20569" w:rsidRPr="005A09C5" w:rsidRDefault="00F20569" w:rsidP="00011A21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Artist of the Week</w:t>
                            </w:r>
                          </w:p>
                          <w:p w:rsidR="00F20569" w:rsidRPr="005A09C5" w:rsidRDefault="00F20569" w:rsidP="005A09C5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483" w:type="dxa"/>
                            <w:shd w:val="clear" w:color="auto" w:fill="DBE5F1"/>
                          </w:tcPr>
                          <w:p w:rsidR="00F20569" w:rsidRDefault="00F20569" w:rsidP="00853B3F">
                            <w:pPr>
                              <w:pStyle w:val="ListParagraph"/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20569" w:rsidRDefault="00F20569" w:rsidP="00011A2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011A21">
                              <w:rPr>
                                <w:sz w:val="16"/>
                                <w:szCs w:val="16"/>
                              </w:rPr>
                              <w:t>Background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of artist</w:t>
                            </w:r>
                          </w:p>
                          <w:p w:rsidR="00F20569" w:rsidRDefault="00F20569" w:rsidP="00011A2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Thiebaud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>/Gregory/</w:t>
                            </w:r>
                          </w:p>
                          <w:p w:rsidR="00F20569" w:rsidRPr="00652993" w:rsidRDefault="00F20569" w:rsidP="00652993">
                            <w:pPr>
                              <w:spacing w:after="0"/>
                              <w:ind w:left="720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652993">
                              <w:rPr>
                                <w:sz w:val="16"/>
                                <w:szCs w:val="16"/>
                              </w:rPr>
                              <w:t>Dahlov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/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Okeeffe</w:t>
                            </w:r>
                            <w:proofErr w:type="spellEnd"/>
                          </w:p>
                          <w:p w:rsidR="00F20569" w:rsidRDefault="00F20569" w:rsidP="00011A2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011A21">
                              <w:rPr>
                                <w:sz w:val="16"/>
                                <w:szCs w:val="16"/>
                              </w:rPr>
                              <w:t xml:space="preserve">Drawing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from artist</w:t>
                            </w:r>
                          </w:p>
                          <w:p w:rsidR="00F20569" w:rsidRPr="00011A21" w:rsidRDefault="00F20569" w:rsidP="00011A2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Quotes</w:t>
                            </w:r>
                          </w:p>
                          <w:p w:rsidR="00F20569" w:rsidRPr="00011A21" w:rsidRDefault="00F20569" w:rsidP="00011A2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011A21">
                              <w:rPr>
                                <w:sz w:val="16"/>
                                <w:szCs w:val="16"/>
                              </w:rPr>
                              <w:t>Response to the artist</w:t>
                            </w:r>
                          </w:p>
                          <w:p w:rsidR="00F20569" w:rsidRPr="00011A21" w:rsidRDefault="00F20569" w:rsidP="00011A2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Sources cited</w:t>
                            </w:r>
                          </w:p>
                          <w:p w:rsidR="00F20569" w:rsidRPr="005A09C5" w:rsidRDefault="00F20569" w:rsidP="005A09C5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F20569" w:rsidRPr="005A09C5" w:rsidRDefault="00F20569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/>
                            <w:vAlign w:val="center"/>
                          </w:tcPr>
                          <w:p w:rsidR="00F20569" w:rsidRPr="005A09C5" w:rsidRDefault="00F20569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F20569" w:rsidRPr="005A09C5" w:rsidRDefault="00F20569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F20569" w:rsidRPr="005A09C5" w:rsidRDefault="00F20569" w:rsidP="00853B3F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931" w:type="dxa"/>
                            <w:shd w:val="clear" w:color="auto" w:fill="auto"/>
                            <w:vAlign w:val="center"/>
                          </w:tcPr>
                          <w:p w:rsidR="00F20569" w:rsidRPr="005A09C5" w:rsidRDefault="00F20569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F20569" w:rsidRPr="005A09C5" w:rsidTr="00E57D16">
                        <w:trPr>
                          <w:trHeight w:val="1437"/>
                        </w:trPr>
                        <w:tc>
                          <w:tcPr>
                            <w:tcW w:w="393" w:type="dxa"/>
                            <w:vMerge/>
                            <w:shd w:val="clear" w:color="auto" w:fill="auto"/>
                            <w:textDirection w:val="btLr"/>
                            <w:vAlign w:val="center"/>
                          </w:tcPr>
                          <w:p w:rsidR="00F20569" w:rsidRPr="005A09C5" w:rsidRDefault="00F20569" w:rsidP="00E57D16">
                            <w:pPr>
                              <w:spacing w:after="0"/>
                              <w:ind w:left="113" w:right="11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89" w:type="dxa"/>
                            <w:shd w:val="clear" w:color="auto" w:fill="92CDDC"/>
                            <w:vAlign w:val="center"/>
                          </w:tcPr>
                          <w:p w:rsidR="00F20569" w:rsidRPr="005A09C5" w:rsidRDefault="00F20569" w:rsidP="00011A21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Drawings EDM</w:t>
                            </w:r>
                          </w:p>
                        </w:tc>
                        <w:tc>
                          <w:tcPr>
                            <w:tcW w:w="2483" w:type="dxa"/>
                            <w:shd w:val="clear" w:color="auto" w:fill="B6DDE8"/>
                          </w:tcPr>
                          <w:p w:rsidR="00F20569" w:rsidRPr="00E57D16" w:rsidRDefault="00F20569" w:rsidP="00E57D16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20569" w:rsidRDefault="007E23A8" w:rsidP="00E57D1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Favorite place</w:t>
                            </w:r>
                          </w:p>
                          <w:p w:rsidR="007E23A8" w:rsidRDefault="007E23A8" w:rsidP="00E57D1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Plant</w:t>
                            </w:r>
                          </w:p>
                          <w:p w:rsidR="007E23A8" w:rsidRDefault="007E23A8" w:rsidP="00E57D1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Animal</w:t>
                            </w:r>
                          </w:p>
                          <w:p w:rsidR="007E23A8" w:rsidRDefault="007E23A8" w:rsidP="00E57D1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Happy</w:t>
                            </w:r>
                          </w:p>
                          <w:p w:rsidR="007E23A8" w:rsidRPr="00E57D16" w:rsidRDefault="007E23A8" w:rsidP="00E57D1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Stack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F20569" w:rsidRPr="005A09C5" w:rsidRDefault="00F20569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/>
                            <w:vAlign w:val="center"/>
                          </w:tcPr>
                          <w:p w:rsidR="00F20569" w:rsidRPr="005A09C5" w:rsidRDefault="00F20569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F20569" w:rsidRPr="005A09C5" w:rsidRDefault="00F20569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F20569" w:rsidRPr="005A09C5" w:rsidRDefault="00F20569" w:rsidP="00853B3F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931" w:type="dxa"/>
                            <w:shd w:val="clear" w:color="auto" w:fill="auto"/>
                            <w:vAlign w:val="center"/>
                          </w:tcPr>
                          <w:p w:rsidR="00F20569" w:rsidRPr="005A09C5" w:rsidRDefault="00F20569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F20569" w:rsidRPr="005A09C5" w:rsidTr="00E57D16">
                        <w:trPr>
                          <w:trHeight w:val="1437"/>
                        </w:trPr>
                        <w:tc>
                          <w:tcPr>
                            <w:tcW w:w="393" w:type="dxa"/>
                            <w:vMerge/>
                            <w:shd w:val="clear" w:color="auto" w:fill="auto"/>
                            <w:textDirection w:val="btLr"/>
                            <w:vAlign w:val="center"/>
                          </w:tcPr>
                          <w:p w:rsidR="00F20569" w:rsidRPr="005A09C5" w:rsidRDefault="00F20569" w:rsidP="00E57D16">
                            <w:pPr>
                              <w:spacing w:after="0"/>
                              <w:ind w:left="113" w:right="11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89" w:type="dxa"/>
                            <w:shd w:val="clear" w:color="auto" w:fill="B2A1C7"/>
                            <w:vAlign w:val="center"/>
                          </w:tcPr>
                          <w:p w:rsidR="00F20569" w:rsidRPr="005A09C5" w:rsidRDefault="00F20569" w:rsidP="00011A21">
                            <w:pPr>
                              <w:spacing w:after="0"/>
                              <w:jc w:val="center"/>
                            </w:pPr>
                            <w:r w:rsidRPr="005A09C5">
                              <w:rPr>
                                <w:sz w:val="16"/>
                                <w:szCs w:val="16"/>
                              </w:rPr>
                              <w:t>Reflections</w:t>
                            </w:r>
                          </w:p>
                        </w:tc>
                        <w:tc>
                          <w:tcPr>
                            <w:tcW w:w="2483" w:type="dxa"/>
                            <w:shd w:val="clear" w:color="auto" w:fill="CCC0D9"/>
                          </w:tcPr>
                          <w:p w:rsidR="00F20569" w:rsidRDefault="00F20569" w:rsidP="00011A21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20569" w:rsidRPr="00011A21" w:rsidRDefault="00F20569" w:rsidP="00011A2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011A21">
                              <w:rPr>
                                <w:sz w:val="16"/>
                                <w:szCs w:val="16"/>
                              </w:rPr>
                              <w:t>Digital image of finished piece</w:t>
                            </w:r>
                          </w:p>
                          <w:p w:rsidR="00F20569" w:rsidRPr="00011A21" w:rsidRDefault="007E23A8" w:rsidP="00011A2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Ongoing r</w:t>
                            </w:r>
                            <w:bookmarkStart w:id="1" w:name="_GoBack"/>
                            <w:bookmarkEnd w:id="1"/>
                            <w:r w:rsidR="00F20569">
                              <w:rPr>
                                <w:sz w:val="16"/>
                                <w:szCs w:val="16"/>
                              </w:rPr>
                              <w:t>eflections on</w:t>
                            </w:r>
                            <w:r w:rsidR="00F20569" w:rsidRPr="00011A21">
                              <w:rPr>
                                <w:sz w:val="16"/>
                                <w:szCs w:val="16"/>
                              </w:rPr>
                              <w:t xml:space="preserve"> process</w:t>
                            </w:r>
                          </w:p>
                          <w:p w:rsidR="00F20569" w:rsidRPr="00011A21" w:rsidRDefault="00F20569" w:rsidP="00011A2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011A21">
                              <w:rPr>
                                <w:sz w:val="16"/>
                                <w:szCs w:val="16"/>
                              </w:rPr>
                              <w:t>What was learned in the process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F20569" w:rsidRPr="005A09C5" w:rsidRDefault="00F20569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/>
                            <w:vAlign w:val="center"/>
                          </w:tcPr>
                          <w:p w:rsidR="00F20569" w:rsidRPr="005A09C5" w:rsidRDefault="00F20569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F20569" w:rsidRPr="005A09C5" w:rsidRDefault="00F20569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F20569" w:rsidRPr="005A09C5" w:rsidRDefault="00F20569" w:rsidP="00853B3F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931" w:type="dxa"/>
                            <w:shd w:val="clear" w:color="auto" w:fill="auto"/>
                            <w:vAlign w:val="center"/>
                          </w:tcPr>
                          <w:p w:rsidR="00F20569" w:rsidRPr="005A09C5" w:rsidRDefault="00F20569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F20569" w:rsidRPr="005A09C5" w:rsidTr="00E57D16">
                        <w:trPr>
                          <w:trHeight w:val="1437"/>
                        </w:trPr>
                        <w:tc>
                          <w:tcPr>
                            <w:tcW w:w="393" w:type="dxa"/>
                            <w:vMerge/>
                            <w:shd w:val="clear" w:color="auto" w:fill="auto"/>
                            <w:textDirection w:val="btLr"/>
                            <w:vAlign w:val="center"/>
                          </w:tcPr>
                          <w:p w:rsidR="00F20569" w:rsidRPr="005A09C5" w:rsidRDefault="00F20569" w:rsidP="00E57D16">
                            <w:pPr>
                              <w:spacing w:after="0"/>
                              <w:ind w:left="113" w:right="11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89" w:type="dxa"/>
                            <w:shd w:val="clear" w:color="auto" w:fill="D99594"/>
                            <w:vAlign w:val="center"/>
                          </w:tcPr>
                          <w:p w:rsidR="00F20569" w:rsidRPr="005A09C5" w:rsidRDefault="00F20569" w:rsidP="005A09C5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A09C5">
                              <w:rPr>
                                <w:sz w:val="16"/>
                                <w:szCs w:val="16"/>
                              </w:rPr>
                              <w:t>Layout</w:t>
                            </w:r>
                          </w:p>
                        </w:tc>
                        <w:tc>
                          <w:tcPr>
                            <w:tcW w:w="2483" w:type="dxa"/>
                            <w:shd w:val="clear" w:color="auto" w:fill="F2DBDB"/>
                          </w:tcPr>
                          <w:p w:rsidR="00F20569" w:rsidRDefault="00F20569" w:rsidP="00853B3F">
                            <w:pPr>
                              <w:pStyle w:val="ListParagraph"/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20569" w:rsidRPr="000B1713" w:rsidRDefault="00F20569" w:rsidP="000B1713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0B1713">
                              <w:rPr>
                                <w:sz w:val="16"/>
                                <w:szCs w:val="16"/>
                              </w:rPr>
                              <w:t>Well designed</w:t>
                            </w:r>
                            <w:proofErr w:type="spellEnd"/>
                            <w:r w:rsidRPr="000B1713">
                              <w:rPr>
                                <w:sz w:val="16"/>
                                <w:szCs w:val="16"/>
                              </w:rPr>
                              <w:t xml:space="preserve"> pages</w:t>
                            </w:r>
                          </w:p>
                          <w:p w:rsidR="00F20569" w:rsidRDefault="00F20569" w:rsidP="000B1713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20569" w:rsidRPr="000B1713" w:rsidRDefault="00F20569" w:rsidP="000B1713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0B1713">
                              <w:rPr>
                                <w:sz w:val="16"/>
                                <w:szCs w:val="16"/>
                              </w:rPr>
                              <w:t>Balance between word and image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F20569" w:rsidRPr="005A09C5" w:rsidRDefault="00F20569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/>
                            <w:vAlign w:val="center"/>
                          </w:tcPr>
                          <w:p w:rsidR="00F20569" w:rsidRPr="005A09C5" w:rsidRDefault="00F20569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F20569" w:rsidRPr="005A09C5" w:rsidRDefault="00F20569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F20569" w:rsidRPr="005A09C5" w:rsidRDefault="00F20569" w:rsidP="00853B3F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931" w:type="dxa"/>
                            <w:shd w:val="clear" w:color="auto" w:fill="auto"/>
                            <w:vAlign w:val="center"/>
                          </w:tcPr>
                          <w:p w:rsidR="00F20569" w:rsidRPr="005A09C5" w:rsidRDefault="00F20569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F20569" w:rsidRPr="005A09C5" w:rsidTr="00E57D16">
                        <w:trPr>
                          <w:cantSplit/>
                          <w:trHeight w:val="1437"/>
                        </w:trPr>
                        <w:tc>
                          <w:tcPr>
                            <w:tcW w:w="393" w:type="dxa"/>
                            <w:shd w:val="clear" w:color="auto" w:fill="auto"/>
                            <w:textDirection w:val="btLr"/>
                            <w:vAlign w:val="center"/>
                          </w:tcPr>
                          <w:p w:rsidR="00F20569" w:rsidRDefault="00F20569" w:rsidP="00E57D16">
                            <w:pPr>
                              <w:spacing w:after="0"/>
                              <w:ind w:left="113" w:right="11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Studio  Project</w:t>
                            </w:r>
                          </w:p>
                        </w:tc>
                        <w:tc>
                          <w:tcPr>
                            <w:tcW w:w="2089" w:type="dxa"/>
                            <w:shd w:val="clear" w:color="auto" w:fill="FABF8F" w:themeFill="accent6" w:themeFillTint="99"/>
                            <w:vAlign w:val="center"/>
                          </w:tcPr>
                          <w:p w:rsidR="00F20569" w:rsidRPr="005A09C5" w:rsidRDefault="00F20569" w:rsidP="005A09C5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Studio Work</w:t>
                            </w:r>
                          </w:p>
                        </w:tc>
                        <w:tc>
                          <w:tcPr>
                            <w:tcW w:w="2483" w:type="dxa"/>
                            <w:shd w:val="clear" w:color="auto" w:fill="FABF8F" w:themeFill="accent6" w:themeFillTint="99"/>
                          </w:tcPr>
                          <w:p w:rsidR="00F20569" w:rsidRPr="00E57D16" w:rsidRDefault="00F20569" w:rsidP="00E57D16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E57D16">
                              <w:rPr>
                                <w:sz w:val="16"/>
                                <w:szCs w:val="16"/>
                              </w:rPr>
                              <w:t>Craftsmanship</w:t>
                            </w:r>
                          </w:p>
                          <w:p w:rsidR="00F20569" w:rsidRPr="00652993" w:rsidRDefault="00F20569" w:rsidP="0065299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652993">
                              <w:rPr>
                                <w:sz w:val="16"/>
                                <w:szCs w:val="16"/>
                              </w:rPr>
                              <w:t>Composition</w:t>
                            </w:r>
                          </w:p>
                          <w:p w:rsidR="00F20569" w:rsidRDefault="00F20569" w:rsidP="00652993">
                            <w:pPr>
                              <w:pStyle w:val="ListParagraph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Values/shadow/edges/palette</w:t>
                            </w:r>
                          </w:p>
                          <w:p w:rsidR="00F20569" w:rsidRPr="00E57D16" w:rsidRDefault="00F20569" w:rsidP="00E57D16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E57D16">
                              <w:rPr>
                                <w:sz w:val="16"/>
                                <w:szCs w:val="16"/>
                              </w:rPr>
                              <w:t>Creativity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F20569" w:rsidRPr="005A09C5" w:rsidRDefault="00F20569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/>
                            <w:vAlign w:val="center"/>
                          </w:tcPr>
                          <w:p w:rsidR="00F20569" w:rsidRPr="005A09C5" w:rsidRDefault="00F20569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F20569" w:rsidRPr="005A09C5" w:rsidRDefault="00F20569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F20569" w:rsidRPr="005A09C5" w:rsidRDefault="00F20569" w:rsidP="00853B3F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931" w:type="dxa"/>
                            <w:shd w:val="clear" w:color="auto" w:fill="auto"/>
                            <w:vAlign w:val="center"/>
                          </w:tcPr>
                          <w:p w:rsidR="00F20569" w:rsidRPr="005A09C5" w:rsidRDefault="00F20569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F20569" w:rsidRDefault="00F20569" w:rsidP="00C32D30">
                      <w:r>
                        <w:t xml:space="preserve"> </w:t>
                      </w:r>
                    </w:p>
                    <w:p w:rsidR="00F20569" w:rsidRDefault="00F20569"/>
                  </w:txbxContent>
                </v:textbox>
                <w10:wrap type="square"/>
              </v:shape>
            </w:pict>
          </mc:Fallback>
        </mc:AlternateContent>
      </w:r>
    </w:p>
    <w:sectPr w:rsidR="00515CC0" w:rsidSect="0009107E">
      <w:headerReference w:type="default" r:id="rId8"/>
      <w:pgSz w:w="15840" w:h="12240" w:orient="landscape"/>
      <w:pgMar w:top="425" w:right="743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569" w:rsidRDefault="00F20569" w:rsidP="00C32D30">
      <w:pPr>
        <w:spacing w:after="0" w:line="240" w:lineRule="auto"/>
      </w:pPr>
      <w:r>
        <w:separator/>
      </w:r>
    </w:p>
  </w:endnote>
  <w:endnote w:type="continuationSeparator" w:id="0">
    <w:p w:rsidR="00F20569" w:rsidRDefault="00F20569" w:rsidP="00C32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569" w:rsidRDefault="00F20569" w:rsidP="00C32D30">
      <w:pPr>
        <w:spacing w:after="0" w:line="240" w:lineRule="auto"/>
      </w:pPr>
      <w:r>
        <w:separator/>
      </w:r>
    </w:p>
  </w:footnote>
  <w:footnote w:type="continuationSeparator" w:id="0">
    <w:p w:rsidR="00F20569" w:rsidRDefault="00F20569" w:rsidP="00C32D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569" w:rsidRPr="00C8719D" w:rsidRDefault="00F20569" w:rsidP="00C32D30">
    <w:pPr>
      <w:rPr>
        <w:b/>
        <w:sz w:val="28"/>
        <w:szCs w:val="28"/>
      </w:rPr>
    </w:pPr>
  </w:p>
  <w:p w:rsidR="00F20569" w:rsidRDefault="00F2056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F2375"/>
    <w:multiLevelType w:val="hybridMultilevel"/>
    <w:tmpl w:val="108C1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E780B"/>
    <w:multiLevelType w:val="hybridMultilevel"/>
    <w:tmpl w:val="119A9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1612C1"/>
    <w:multiLevelType w:val="hybridMultilevel"/>
    <w:tmpl w:val="5AE0A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E1732"/>
    <w:multiLevelType w:val="hybridMultilevel"/>
    <w:tmpl w:val="1012C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9B1FA3"/>
    <w:multiLevelType w:val="hybridMultilevel"/>
    <w:tmpl w:val="DD94F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F76936"/>
    <w:multiLevelType w:val="hybridMultilevel"/>
    <w:tmpl w:val="2F703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76CDC"/>
    <w:multiLevelType w:val="hybridMultilevel"/>
    <w:tmpl w:val="1778B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FE5"/>
    <w:rsid w:val="00000D20"/>
    <w:rsid w:val="00011A21"/>
    <w:rsid w:val="00013578"/>
    <w:rsid w:val="0009107E"/>
    <w:rsid w:val="000B1713"/>
    <w:rsid w:val="003E09DF"/>
    <w:rsid w:val="0041298B"/>
    <w:rsid w:val="0050032C"/>
    <w:rsid w:val="00503734"/>
    <w:rsid w:val="005123BC"/>
    <w:rsid w:val="00515CC0"/>
    <w:rsid w:val="005A09C5"/>
    <w:rsid w:val="005C1F0E"/>
    <w:rsid w:val="00652993"/>
    <w:rsid w:val="006552EE"/>
    <w:rsid w:val="006B1E95"/>
    <w:rsid w:val="00741C50"/>
    <w:rsid w:val="007830D9"/>
    <w:rsid w:val="007E23A8"/>
    <w:rsid w:val="00852FE5"/>
    <w:rsid w:val="00853B3F"/>
    <w:rsid w:val="008E376E"/>
    <w:rsid w:val="00915484"/>
    <w:rsid w:val="00AD71B0"/>
    <w:rsid w:val="00B5719C"/>
    <w:rsid w:val="00C06FBA"/>
    <w:rsid w:val="00C2325E"/>
    <w:rsid w:val="00C32D30"/>
    <w:rsid w:val="00E57D16"/>
    <w:rsid w:val="00F20569"/>
    <w:rsid w:val="00FE607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D30"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2D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32D3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C32D30"/>
    <w:rPr>
      <w:sz w:val="22"/>
      <w:szCs w:val="22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C32D3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C32D30"/>
    <w:rPr>
      <w:sz w:val="22"/>
      <w:szCs w:val="22"/>
      <w:lang w:eastAsia="zh-CN"/>
    </w:rPr>
  </w:style>
  <w:style w:type="paragraph" w:styleId="ListParagraph">
    <w:name w:val="List Paragraph"/>
    <w:basedOn w:val="Normal"/>
    <w:uiPriority w:val="34"/>
    <w:qFormat/>
    <w:rsid w:val="00011A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D30"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2D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32D3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C32D30"/>
    <w:rPr>
      <w:sz w:val="22"/>
      <w:szCs w:val="22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C32D3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C32D30"/>
    <w:rPr>
      <w:sz w:val="22"/>
      <w:szCs w:val="22"/>
      <w:lang w:eastAsia="zh-CN"/>
    </w:rPr>
  </w:style>
  <w:style w:type="paragraph" w:styleId="ListParagraph">
    <w:name w:val="List Paragraph"/>
    <w:basedOn w:val="Normal"/>
    <w:uiPriority w:val="34"/>
    <w:qFormat/>
    <w:rsid w:val="00011A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Art%201%20rubric%20v.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Art 1 rubric v.1.dotx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DELETEME</dc:creator>
  <cp:keywords/>
  <dc:description/>
  <cp:lastModifiedBy>DELETEME</cp:lastModifiedBy>
  <cp:revision>2</cp:revision>
  <cp:lastPrinted>2012-03-21T03:12:00Z</cp:lastPrinted>
  <dcterms:created xsi:type="dcterms:W3CDTF">2014-03-19T06:00:00Z</dcterms:created>
  <dcterms:modified xsi:type="dcterms:W3CDTF">2014-03-19T06:00:00Z</dcterms:modified>
</cp:coreProperties>
</file>